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4B47C722" w:rsidR="00FB52CE" w:rsidRPr="002E350D" w:rsidRDefault="00FB52CE" w:rsidP="00EC4129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2E350D">
        <w:rPr>
          <w:b/>
          <w:bCs/>
          <w:sz w:val="20"/>
        </w:rPr>
        <w:t xml:space="preserve"> </w:t>
      </w:r>
      <w:r w:rsidR="002E350D" w:rsidRPr="002E350D">
        <w:rPr>
          <w:b/>
          <w:bCs/>
          <w:sz w:val="20"/>
        </w:rPr>
        <w:t>OO/2/000</w:t>
      </w:r>
      <w:r w:rsidR="00162FDD">
        <w:rPr>
          <w:b/>
          <w:bCs/>
          <w:sz w:val="20"/>
        </w:rPr>
        <w:t>441</w:t>
      </w:r>
      <w:r w:rsidR="002E350D" w:rsidRPr="002E350D">
        <w:rPr>
          <w:b/>
          <w:bCs/>
          <w:sz w:val="20"/>
        </w:rPr>
        <w:t>/25</w:t>
      </w:r>
      <w:r w:rsidRPr="00FB52CE">
        <w:rPr>
          <w:sz w:val="20"/>
        </w:rPr>
        <w:t xml:space="preserve"> dotyczące</w:t>
      </w:r>
      <w:r w:rsidR="0097582D">
        <w:rPr>
          <w:sz w:val="20"/>
        </w:rPr>
        <w:t xml:space="preserve">: </w:t>
      </w:r>
      <w:r w:rsidR="00162FDD" w:rsidRPr="00162FDD">
        <w:rPr>
          <w:b/>
          <w:bCs/>
          <w:sz w:val="20"/>
        </w:rPr>
        <w:t>odtworzeni</w:t>
      </w:r>
      <w:r w:rsidR="00162FDD" w:rsidRPr="00162FDD">
        <w:rPr>
          <w:b/>
          <w:bCs/>
          <w:sz w:val="20"/>
        </w:rPr>
        <w:t>a</w:t>
      </w:r>
      <w:r w:rsidR="00162FDD" w:rsidRPr="00162FDD">
        <w:rPr>
          <w:b/>
          <w:bCs/>
          <w:sz w:val="20"/>
        </w:rPr>
        <w:t xml:space="preserve"> sterowania pompami w hali rozmrażalni w Zakładzie Produkcyjnym ORLEN OIL w Trzebini</w:t>
      </w:r>
      <w:r w:rsidR="00162FDD" w:rsidRPr="00AA0DB9">
        <w:t xml:space="preserve">  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0F2EA6D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2E350D" w:rsidRPr="002E350D">
        <w:rPr>
          <w:b/>
          <w:bCs/>
          <w:sz w:val="20"/>
        </w:rPr>
        <w:t>OO/2/000</w:t>
      </w:r>
      <w:r w:rsidR="00162FDD">
        <w:rPr>
          <w:b/>
          <w:bCs/>
          <w:sz w:val="20"/>
        </w:rPr>
        <w:t>441</w:t>
      </w:r>
      <w:r w:rsidR="002E350D" w:rsidRPr="002E350D">
        <w:rPr>
          <w:b/>
          <w:bCs/>
          <w:sz w:val="20"/>
        </w:rPr>
        <w:t>/25.</w:t>
      </w:r>
      <w:r w:rsidR="002E350D" w:rsidRPr="002E350D">
        <w:rPr>
          <w:sz w:val="20"/>
        </w:rPr>
        <w:t xml:space="preserve">  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65953BF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2891"/>
    <w:rsid w:val="00125C0B"/>
    <w:rsid w:val="0013660D"/>
    <w:rsid w:val="001404A9"/>
    <w:rsid w:val="00145A4D"/>
    <w:rsid w:val="00147B5E"/>
    <w:rsid w:val="00147E5B"/>
    <w:rsid w:val="00162FDD"/>
    <w:rsid w:val="001637C6"/>
    <w:rsid w:val="00185107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E350D"/>
    <w:rsid w:val="002F2CE1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3922"/>
    <w:rsid w:val="00495166"/>
    <w:rsid w:val="004A22C7"/>
    <w:rsid w:val="004A4869"/>
    <w:rsid w:val="004A50AB"/>
    <w:rsid w:val="004A567F"/>
    <w:rsid w:val="004B41EC"/>
    <w:rsid w:val="004C1B2B"/>
    <w:rsid w:val="004C1DB5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0FA9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6159E"/>
    <w:rsid w:val="00A729F0"/>
    <w:rsid w:val="00A961FA"/>
    <w:rsid w:val="00A97B2D"/>
    <w:rsid w:val="00A97EEC"/>
    <w:rsid w:val="00AB5970"/>
    <w:rsid w:val="00AE5A27"/>
    <w:rsid w:val="00B04623"/>
    <w:rsid w:val="00B05374"/>
    <w:rsid w:val="00B06A48"/>
    <w:rsid w:val="00B12068"/>
    <w:rsid w:val="00B134F6"/>
    <w:rsid w:val="00B32763"/>
    <w:rsid w:val="00B61A5B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B4FF6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2</TotalTime>
  <Pages>1</Pages>
  <Words>87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1090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Czarnecka Małgorzata (OIL)</cp:lastModifiedBy>
  <cp:revision>2</cp:revision>
  <cp:lastPrinted>2018-04-27T07:47:00Z</cp:lastPrinted>
  <dcterms:created xsi:type="dcterms:W3CDTF">2025-09-10T10:47:00Z</dcterms:created>
  <dcterms:modified xsi:type="dcterms:W3CDTF">2025-09-10T10:47:00Z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